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BCA" w:rsidRDefault="00F8255A" w:rsidP="00C32BCA">
      <w:pPr>
        <w:pStyle w:val="NoSpacing"/>
        <w:ind w:left="-1418" w:right="141"/>
        <w:rPr>
          <w:rFonts w:asciiTheme="minorHAnsi" w:hAnsiTheme="minorHAnsi" w:cstheme="minorHAnsi"/>
          <w:b/>
          <w:color w:val="0579B9"/>
          <w:sz w:val="64"/>
          <w:szCs w:val="64"/>
        </w:rPr>
        <w:sectPr w:rsidR="00C32BCA" w:rsidSect="00951386">
          <w:footerReference w:type="default" r:id="rId9"/>
          <w:pgSz w:w="11906" w:h="16838"/>
          <w:pgMar w:top="0" w:right="282" w:bottom="284" w:left="1440" w:header="708" w:footer="0" w:gutter="0"/>
          <w:cols w:space="261"/>
          <w:docGrid w:linePitch="360"/>
        </w:sectPr>
      </w:pPr>
      <w:bookmarkStart w:id="0" w:name="_GoBack"/>
      <w:bookmarkEnd w:id="0"/>
      <w:r>
        <w:rPr>
          <w:noProof/>
        </w:rPr>
        <w:drawing>
          <wp:inline distT="0" distB="0" distL="0" distR="0">
            <wp:extent cx="7563485" cy="1590675"/>
            <wp:effectExtent l="0" t="0" r="0" b="9525"/>
            <wp:docPr id="2" name="Picture 2" descr="This is the National Literacy and Numeracy Week banner. It says 'National Literacy and Numeracy Week' on the left, the theme of the week, 'Explore', i nthe middle, and has a picture of a sailboat on the righ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348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58C" w:rsidRPr="00D5158C" w:rsidRDefault="00D5158C" w:rsidP="00D5158C">
      <w:pPr>
        <w:pStyle w:val="NoSpacing"/>
      </w:pPr>
    </w:p>
    <w:p w:rsidR="00F07688" w:rsidRPr="00F07688" w:rsidRDefault="00D5158C" w:rsidP="00F07688">
      <w:pPr>
        <w:pStyle w:val="Heading2"/>
        <w:ind w:left="-709"/>
        <w:rPr>
          <w:rFonts w:asciiTheme="minorHAnsi" w:hAnsiTheme="minorHAnsi"/>
          <w:color w:val="F79646" w:themeColor="accent6"/>
          <w:sz w:val="40"/>
          <w:szCs w:val="40"/>
        </w:rPr>
      </w:pPr>
      <w:r w:rsidRPr="00D5158C">
        <w:rPr>
          <w:rFonts w:asciiTheme="minorHAnsi" w:hAnsiTheme="minorHAnsi" w:cstheme="minorHAnsi"/>
          <w:noProof/>
          <w:sz w:val="64"/>
          <w:szCs w:val="64"/>
        </w:rPr>
        <w:drawing>
          <wp:inline distT="0" distB="0" distL="0" distR="0">
            <wp:extent cx="420624" cy="332232"/>
            <wp:effectExtent l="19050" t="0" r="0" b="0"/>
            <wp:docPr id="3" name="Picture 2" descr="Number Three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624" cy="33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F37B7">
        <w:rPr>
          <w:rFonts w:asciiTheme="minorHAnsi" w:hAnsiTheme="minorHAnsi" w:cstheme="minorHAnsi"/>
          <w:sz w:val="64"/>
          <w:szCs w:val="64"/>
        </w:rPr>
        <w:t>Multiple Locations</w:t>
      </w:r>
      <w:r w:rsidR="00F07688" w:rsidRPr="00F07688">
        <w:rPr>
          <w:rFonts w:asciiTheme="minorHAnsi" w:hAnsiTheme="minorHAnsi"/>
          <w:color w:val="F79646" w:themeColor="accent6"/>
          <w:sz w:val="40"/>
          <w:szCs w:val="40"/>
        </w:rPr>
        <w:t xml:space="preserve"> </w:t>
      </w:r>
      <w:r w:rsidR="00F07688">
        <w:rPr>
          <w:rFonts w:asciiTheme="minorHAnsi" w:hAnsiTheme="minorHAnsi"/>
          <w:color w:val="F79646" w:themeColor="accent6"/>
          <w:sz w:val="40"/>
          <w:szCs w:val="40"/>
        </w:rPr>
        <w:t xml:space="preserve">- </w:t>
      </w:r>
      <w:r w:rsidR="00180268">
        <w:rPr>
          <w:rFonts w:asciiTheme="minorHAnsi" w:hAnsiTheme="minorHAnsi"/>
          <w:color w:val="F79646" w:themeColor="accent6"/>
          <w:sz w:val="40"/>
          <w:szCs w:val="40"/>
        </w:rPr>
        <w:t>X and Y Axis</w:t>
      </w:r>
      <w:r w:rsidR="003D3B9B">
        <w:rPr>
          <w:rFonts w:asciiTheme="minorHAnsi" w:hAnsiTheme="minorHAnsi"/>
          <w:color w:val="F79646" w:themeColor="accent6"/>
          <w:sz w:val="40"/>
          <w:szCs w:val="40"/>
        </w:rPr>
        <w:t xml:space="preserve"> Graph</w:t>
      </w:r>
    </w:p>
    <w:p w:rsidR="008704B5" w:rsidRPr="00F07688" w:rsidRDefault="00F71441" w:rsidP="00193A5A">
      <w:pPr>
        <w:pStyle w:val="NoSpacing"/>
        <w:ind w:left="-709" w:right="141"/>
        <w:rPr>
          <w:rFonts w:asciiTheme="minorHAnsi" w:hAnsiTheme="minorHAnsi" w:cstheme="minorHAnsi"/>
          <w:color w:val="0579B9"/>
          <w:sz w:val="64"/>
          <w:szCs w:val="64"/>
        </w:rPr>
      </w:pPr>
      <w:r>
        <w:rPr>
          <w:rFonts w:asciiTheme="minorHAnsi" w:hAnsiTheme="minorHAnsi" w:cstheme="minorHAnsi"/>
          <w:color w:val="0579B9"/>
          <w:sz w:val="64"/>
          <w:szCs w:val="64"/>
        </w:rPr>
        <w:t xml:space="preserve"> </w:t>
      </w:r>
      <w:r w:rsidR="00193A5A">
        <w:rPr>
          <w:rFonts w:asciiTheme="minorHAnsi" w:hAnsiTheme="minorHAnsi" w:cstheme="minorHAnsi"/>
          <w:noProof/>
          <w:color w:val="0579B9"/>
          <w:sz w:val="64"/>
          <w:szCs w:val="64"/>
        </w:rPr>
        <w:drawing>
          <wp:inline distT="0" distB="0" distL="0" distR="0">
            <wp:extent cx="6576909" cy="6600825"/>
            <wp:effectExtent l="19050" t="0" r="0" b="0"/>
            <wp:docPr id="4" name="Picture 3" descr="X and Y Axis Grap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id_1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6909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04B5" w:rsidRPr="00F07688" w:rsidSect="004D2BAE">
      <w:type w:val="continuous"/>
      <w:pgSz w:w="11906" w:h="16838"/>
      <w:pgMar w:top="1440" w:right="282" w:bottom="284" w:left="1440" w:header="708" w:footer="708" w:gutter="0"/>
      <w:cols w:space="26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CAF" w:rsidRDefault="007D6CAF" w:rsidP="00F8255A">
      <w:pPr>
        <w:spacing w:after="0" w:line="240" w:lineRule="auto"/>
      </w:pPr>
      <w:r>
        <w:separator/>
      </w:r>
    </w:p>
  </w:endnote>
  <w:endnote w:type="continuationSeparator" w:id="0">
    <w:p w:rsidR="007D6CAF" w:rsidRDefault="007D6CAF" w:rsidP="00F82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386" w:rsidRDefault="00262601" w:rsidP="00951386">
    <w:pPr>
      <w:pStyle w:val="Footer"/>
      <w:ind w:left="-1474"/>
    </w:pPr>
    <w:r>
      <w:rPr>
        <w:noProof/>
        <w:lang w:eastAsia="en-AU"/>
      </w:rPr>
      <w:drawing>
        <wp:inline distT="0" distB="0" distL="0" distR="0">
          <wp:extent cx="7560000" cy="835052"/>
          <wp:effectExtent l="19050" t="0" r="2850" b="0"/>
          <wp:docPr id="1" name="Picture 0" descr="Creative Commons Logo&#10;&#10;and the The Australian Association of Mathematics Teachers Inc.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835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CAF" w:rsidRDefault="007D6CAF" w:rsidP="00F8255A">
      <w:pPr>
        <w:spacing w:after="0" w:line="240" w:lineRule="auto"/>
      </w:pPr>
      <w:r>
        <w:separator/>
      </w:r>
    </w:p>
  </w:footnote>
  <w:footnote w:type="continuationSeparator" w:id="0">
    <w:p w:rsidR="007D6CAF" w:rsidRDefault="007D6CAF" w:rsidP="00F825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5.75pt;height:10.5pt" o:bullet="t">
        <v:imagedata r:id="rId1" o:title="arrow"/>
      </v:shape>
    </w:pict>
  </w:numPicBullet>
  <w:abstractNum w:abstractNumId="0">
    <w:nsid w:val="12E34D22"/>
    <w:multiLevelType w:val="hybridMultilevel"/>
    <w:tmpl w:val="D2E8C054"/>
    <w:lvl w:ilvl="0" w:tplc="426EE9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-309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-23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-16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-9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-2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</w:abstractNum>
  <w:abstractNum w:abstractNumId="1">
    <w:nsid w:val="173E530B"/>
    <w:multiLevelType w:val="hybridMultilevel"/>
    <w:tmpl w:val="D1D8CE2C"/>
    <w:lvl w:ilvl="0" w:tplc="EA08F394">
      <w:numFmt w:val="bullet"/>
      <w:pStyle w:val="ListParagraph"/>
      <w:lvlText w:val="—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-309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-23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-16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-9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-2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</w:abstractNum>
  <w:abstractNum w:abstractNumId="2">
    <w:nsid w:val="20244C19"/>
    <w:multiLevelType w:val="hybridMultilevel"/>
    <w:tmpl w:val="246813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779F4"/>
    <w:multiLevelType w:val="hybridMultilevel"/>
    <w:tmpl w:val="C86C75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F313EE"/>
    <w:multiLevelType w:val="hybridMultilevel"/>
    <w:tmpl w:val="9A6EF898"/>
    <w:lvl w:ilvl="0" w:tplc="8B5846A4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F79646" w:themeColor="accent6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FD0D02"/>
    <w:multiLevelType w:val="hybridMultilevel"/>
    <w:tmpl w:val="5CE64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F07584"/>
    <w:multiLevelType w:val="hybridMultilevel"/>
    <w:tmpl w:val="22EC2AD6"/>
    <w:lvl w:ilvl="0" w:tplc="426EE9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F2F00FB"/>
    <w:multiLevelType w:val="hybridMultilevel"/>
    <w:tmpl w:val="BB008926"/>
    <w:lvl w:ilvl="0" w:tplc="426EE9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4"/>
  </w:num>
  <w:num w:numId="23">
    <w:abstractNumId w:val="1"/>
  </w:num>
  <w:num w:numId="24">
    <w:abstractNumId w:val="1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81A"/>
    <w:rsid w:val="00020145"/>
    <w:rsid w:val="000C7B30"/>
    <w:rsid w:val="000F64BA"/>
    <w:rsid w:val="00180268"/>
    <w:rsid w:val="00193A5A"/>
    <w:rsid w:val="00262601"/>
    <w:rsid w:val="002E0166"/>
    <w:rsid w:val="00370D53"/>
    <w:rsid w:val="003B224D"/>
    <w:rsid w:val="003D3B9B"/>
    <w:rsid w:val="003D6250"/>
    <w:rsid w:val="003D681A"/>
    <w:rsid w:val="004514EA"/>
    <w:rsid w:val="004D2BAE"/>
    <w:rsid w:val="005F37B7"/>
    <w:rsid w:val="00637C18"/>
    <w:rsid w:val="007D6CAF"/>
    <w:rsid w:val="008373E8"/>
    <w:rsid w:val="008704B5"/>
    <w:rsid w:val="009134B5"/>
    <w:rsid w:val="00951386"/>
    <w:rsid w:val="009D32A8"/>
    <w:rsid w:val="009E0AEC"/>
    <w:rsid w:val="00A04102"/>
    <w:rsid w:val="00B644EB"/>
    <w:rsid w:val="00BB4A5C"/>
    <w:rsid w:val="00C32BCA"/>
    <w:rsid w:val="00C4658E"/>
    <w:rsid w:val="00D249B5"/>
    <w:rsid w:val="00D5158C"/>
    <w:rsid w:val="00D87BF1"/>
    <w:rsid w:val="00DE3783"/>
    <w:rsid w:val="00E71FE3"/>
    <w:rsid w:val="00F07688"/>
    <w:rsid w:val="00F37601"/>
    <w:rsid w:val="00F71441"/>
    <w:rsid w:val="00F8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68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3D681A"/>
    <w:pPr>
      <w:spacing w:before="240" w:after="120" w:line="240" w:lineRule="auto"/>
      <w:outlineLvl w:val="1"/>
    </w:pPr>
    <w:rPr>
      <w:rFonts w:ascii="Arial" w:eastAsia="Arial" w:hAnsi="Arial" w:cs="Arial"/>
      <w:color w:val="0579B9"/>
      <w:spacing w:val="1"/>
      <w:w w:val="92"/>
      <w:sz w:val="28"/>
      <w:szCs w:val="28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2BA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D68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68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rsid w:val="003D681A"/>
    <w:rPr>
      <w:rFonts w:ascii="Arial" w:eastAsia="Arial" w:hAnsi="Arial" w:cs="Arial"/>
      <w:color w:val="0579B9"/>
      <w:spacing w:val="1"/>
      <w:w w:val="92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D681A"/>
    <w:pPr>
      <w:numPr>
        <w:numId w:val="1"/>
      </w:numPr>
      <w:spacing w:after="0" w:line="300" w:lineRule="auto"/>
      <w:contextualSpacing/>
    </w:pPr>
    <w:rPr>
      <w:rFonts w:ascii="Arial" w:eastAsia="Times New Roman" w:hAnsi="Arial" w:cs="Times New Roman"/>
      <w:sz w:val="20"/>
      <w:szCs w:val="24"/>
      <w:lang w:eastAsia="en-AU"/>
    </w:rPr>
  </w:style>
  <w:style w:type="paragraph" w:styleId="NoSpacing">
    <w:name w:val="No Spacing"/>
    <w:uiPriority w:val="1"/>
    <w:qFormat/>
    <w:rsid w:val="003D681A"/>
    <w:pPr>
      <w:spacing w:after="0" w:line="240" w:lineRule="auto"/>
    </w:pPr>
    <w:rPr>
      <w:rFonts w:ascii="Arial" w:eastAsia="Times New Roman" w:hAnsi="Arial" w:cs="Times New Roman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81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D68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rsid w:val="00F82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825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55A"/>
  </w:style>
  <w:style w:type="paragraph" w:styleId="Footer">
    <w:name w:val="footer"/>
    <w:basedOn w:val="Normal"/>
    <w:link w:val="FooterChar"/>
    <w:uiPriority w:val="99"/>
    <w:unhideWhenUsed/>
    <w:rsid w:val="00F825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55A"/>
  </w:style>
  <w:style w:type="character" w:styleId="CommentReference">
    <w:name w:val="annotation reference"/>
    <w:basedOn w:val="DefaultParagraphFont"/>
    <w:uiPriority w:val="99"/>
    <w:semiHidden/>
    <w:unhideWhenUsed/>
    <w:rsid w:val="00F825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25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5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25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255A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4D2BA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68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3D681A"/>
    <w:pPr>
      <w:spacing w:before="240" w:after="120" w:line="240" w:lineRule="auto"/>
      <w:outlineLvl w:val="1"/>
    </w:pPr>
    <w:rPr>
      <w:rFonts w:ascii="Arial" w:eastAsia="Arial" w:hAnsi="Arial" w:cs="Arial"/>
      <w:color w:val="0579B9"/>
      <w:spacing w:val="1"/>
      <w:w w:val="92"/>
      <w:sz w:val="28"/>
      <w:szCs w:val="28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2BA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D68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68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rsid w:val="003D681A"/>
    <w:rPr>
      <w:rFonts w:ascii="Arial" w:eastAsia="Arial" w:hAnsi="Arial" w:cs="Arial"/>
      <w:color w:val="0579B9"/>
      <w:spacing w:val="1"/>
      <w:w w:val="92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D681A"/>
    <w:pPr>
      <w:numPr>
        <w:numId w:val="1"/>
      </w:numPr>
      <w:spacing w:after="0" w:line="300" w:lineRule="auto"/>
      <w:contextualSpacing/>
    </w:pPr>
    <w:rPr>
      <w:rFonts w:ascii="Arial" w:eastAsia="Times New Roman" w:hAnsi="Arial" w:cs="Times New Roman"/>
      <w:sz w:val="20"/>
      <w:szCs w:val="24"/>
      <w:lang w:eastAsia="en-AU"/>
    </w:rPr>
  </w:style>
  <w:style w:type="paragraph" w:styleId="NoSpacing">
    <w:name w:val="No Spacing"/>
    <w:uiPriority w:val="1"/>
    <w:qFormat/>
    <w:rsid w:val="003D681A"/>
    <w:pPr>
      <w:spacing w:after="0" w:line="240" w:lineRule="auto"/>
    </w:pPr>
    <w:rPr>
      <w:rFonts w:ascii="Arial" w:eastAsia="Times New Roman" w:hAnsi="Arial" w:cs="Times New Roman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81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D68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rsid w:val="00F82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825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55A"/>
  </w:style>
  <w:style w:type="paragraph" w:styleId="Footer">
    <w:name w:val="footer"/>
    <w:basedOn w:val="Normal"/>
    <w:link w:val="FooterChar"/>
    <w:uiPriority w:val="99"/>
    <w:unhideWhenUsed/>
    <w:rsid w:val="00F825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55A"/>
  </w:style>
  <w:style w:type="character" w:styleId="CommentReference">
    <w:name w:val="annotation reference"/>
    <w:basedOn w:val="DefaultParagraphFont"/>
    <w:uiPriority w:val="99"/>
    <w:semiHidden/>
    <w:unhideWhenUsed/>
    <w:rsid w:val="00F825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25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5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25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255A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4D2BA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815B6-DE6C-42A2-B6F6-BB062B990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C3271FC2.dotm</Template>
  <TotalTime>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Ella Serry</dc:creator>
  <cp:lastModifiedBy>Ella Serry</cp:lastModifiedBy>
  <cp:revision>2</cp:revision>
  <dcterms:created xsi:type="dcterms:W3CDTF">2016-08-10T01:45:00Z</dcterms:created>
  <dcterms:modified xsi:type="dcterms:W3CDTF">2016-08-10T01:45:00Z</dcterms:modified>
</cp:coreProperties>
</file>